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07FE3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89721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8FF26B2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7F7C6150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61AE346B" w14:textId="1680C6A6" w:rsidR="00E87A59" w:rsidRPr="00330C91" w:rsidRDefault="00E87A59" w:rsidP="00E87A5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 w:rsidR="002671A9">
        <w:rPr>
          <w:spacing w:val="0"/>
          <w:position w:val="0"/>
          <w:sz w:val="20"/>
        </w:rPr>
        <w:t>FFL</w:t>
      </w:r>
      <w:r w:rsidR="00773768">
        <w:rPr>
          <w:spacing w:val="0"/>
          <w:position w:val="0"/>
          <w:sz w:val="20"/>
        </w:rPr>
        <w:t xml:space="preserve"> Trading </w:t>
      </w:r>
      <w:r w:rsidR="00031196">
        <w:rPr>
          <w:spacing w:val="0"/>
          <w:position w:val="0"/>
          <w:sz w:val="20"/>
        </w:rPr>
        <w:t xml:space="preserve"> OÜ</w:t>
      </w:r>
      <w:r w:rsidR="00031196" w:rsidRPr="00330C91"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vahelise</w:t>
      </w:r>
    </w:p>
    <w:p w14:paraId="731DDE89" w14:textId="77777777" w:rsidR="00E87A59" w:rsidRPr="00330C91" w:rsidRDefault="00E87A59" w:rsidP="00E87A5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5BEF1CA9" w14:textId="486DBDFA" w:rsidR="005253F3" w:rsidRDefault="00E87A59" w:rsidP="00E87A59">
      <w:pPr>
        <w:ind w:left="4080" w:firstLine="680"/>
        <w:jc w:val="center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 w:rsidR="00E005F4">
        <w:rPr>
          <w:spacing w:val="0"/>
          <w:position w:val="0"/>
          <w:sz w:val="20"/>
        </w:rPr>
        <w:t>202</w:t>
      </w:r>
      <w:r w:rsidR="00BB3B92">
        <w:rPr>
          <w:spacing w:val="0"/>
          <w:position w:val="0"/>
          <w:sz w:val="20"/>
        </w:rPr>
        <w:t>5</w:t>
      </w:r>
      <w:r w:rsidR="002671A9">
        <w:rPr>
          <w:spacing w:val="0"/>
          <w:position w:val="0"/>
          <w:sz w:val="20"/>
        </w:rPr>
        <w:t>/</w:t>
      </w:r>
      <w:r w:rsidR="00A01785">
        <w:rPr>
          <w:spacing w:val="0"/>
          <w:position w:val="0"/>
          <w:sz w:val="20"/>
        </w:rPr>
        <w:t>151</w:t>
      </w:r>
      <w:r w:rsidR="00581A17">
        <w:rPr>
          <w:spacing w:val="0"/>
          <w:position w:val="0"/>
          <w:sz w:val="20"/>
        </w:rPr>
        <w:t xml:space="preserve">   </w:t>
      </w:r>
      <w:r w:rsidRPr="00330C91">
        <w:rPr>
          <w:spacing w:val="0"/>
          <w:position w:val="0"/>
          <w:sz w:val="20"/>
        </w:rPr>
        <w:t>juurde</w:t>
      </w:r>
    </w:p>
    <w:p w14:paraId="7F2B7900" w14:textId="77777777" w:rsidR="00E87A59" w:rsidRDefault="00E87A59" w:rsidP="00E87A59">
      <w:pPr>
        <w:ind w:left="4080" w:firstLine="680"/>
        <w:jc w:val="center"/>
        <w:rPr>
          <w:spacing w:val="0"/>
          <w:position w:val="0"/>
          <w:sz w:val="20"/>
        </w:rPr>
      </w:pPr>
    </w:p>
    <w:p w14:paraId="41CDEDA3" w14:textId="77777777" w:rsidR="00E87A59" w:rsidRPr="00330C91" w:rsidRDefault="00E87A59" w:rsidP="00E87A59">
      <w:pPr>
        <w:ind w:left="4080" w:firstLine="680"/>
        <w:jc w:val="center"/>
      </w:pPr>
    </w:p>
    <w:p w14:paraId="14224AC7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029B6F7E" w14:textId="77777777" w:rsidR="005253F3" w:rsidRPr="00330C91" w:rsidRDefault="005253F3" w:rsidP="00D2770C">
      <w:pPr>
        <w:jc w:val="center"/>
        <w:rPr>
          <w:sz w:val="18"/>
        </w:rPr>
      </w:pPr>
    </w:p>
    <w:p w14:paraId="2010D4EC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40C5124A" w14:textId="77777777" w:rsidR="005253F3" w:rsidRPr="00330C91" w:rsidRDefault="005253F3" w:rsidP="005655A4">
      <w:pPr>
        <w:rPr>
          <w:sz w:val="18"/>
          <w:szCs w:val="18"/>
        </w:rPr>
      </w:pPr>
    </w:p>
    <w:p w14:paraId="635B8655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493D68D5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53EB9A2E" w14:textId="01E0935E" w:rsidR="00A4075E" w:rsidRPr="00330C91" w:rsidRDefault="005253F3" w:rsidP="00A4075E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="00A4075E" w:rsidRPr="00330C91">
        <w:rPr>
          <w:b/>
          <w:sz w:val="20"/>
        </w:rPr>
        <w:t xml:space="preserve">. </w:t>
      </w:r>
      <w:r w:rsidR="00976666">
        <w:rPr>
          <w:sz w:val="20"/>
        </w:rPr>
        <w:t xml:space="preserve">RMK  </w:t>
      </w:r>
      <w:r w:rsidR="00A028C4">
        <w:rPr>
          <w:sz w:val="20"/>
        </w:rPr>
        <w:t xml:space="preserve">06.05.2025 kokkuleppehinnaga kiirestirikneva metsamaterjali müügi </w:t>
      </w:r>
      <w:r w:rsidR="00A4075E" w:rsidRPr="00330C91">
        <w:rPr>
          <w:sz w:val="20"/>
        </w:rPr>
        <w:t xml:space="preserve"> edukaks tunn</w:t>
      </w:r>
      <w:r w:rsidR="00A4075E">
        <w:rPr>
          <w:sz w:val="20"/>
        </w:rPr>
        <w:t>istamise protokolli nr 3-3.4/</w:t>
      </w:r>
      <w:r w:rsidR="00A028C4">
        <w:rPr>
          <w:sz w:val="20"/>
        </w:rPr>
        <w:t>6</w:t>
      </w:r>
      <w:r w:rsidR="00A4075E" w:rsidRPr="00330C91">
        <w:rPr>
          <w:sz w:val="20"/>
        </w:rPr>
        <w:t xml:space="preserve"> kohaselt </w:t>
      </w:r>
      <w:r w:rsidR="00A4075E" w:rsidRPr="00330C91">
        <w:rPr>
          <w:bCs/>
          <w:sz w:val="20"/>
        </w:rPr>
        <w:t>Müüja müüb ja Ostja ostab Metsamaterjali, mille Sortiment, Tarnekoht</w:t>
      </w:r>
      <w:r w:rsidR="00A4075E">
        <w:rPr>
          <w:bCs/>
          <w:sz w:val="20"/>
        </w:rPr>
        <w:t>, Tarnetingimus</w:t>
      </w:r>
      <w:r w:rsidR="00A4075E" w:rsidRPr="00330C91">
        <w:rPr>
          <w:bCs/>
          <w:sz w:val="20"/>
        </w:rPr>
        <w:t xml:space="preserve"> ja</w:t>
      </w:r>
      <w:r w:rsidR="00A4075E">
        <w:rPr>
          <w:bCs/>
          <w:sz w:val="20"/>
        </w:rPr>
        <w:t xml:space="preserve"> </w:t>
      </w:r>
      <w:r w:rsidR="00A4075E" w:rsidRPr="00330C91">
        <w:rPr>
          <w:bCs/>
          <w:sz w:val="20"/>
        </w:rPr>
        <w:t xml:space="preserve"> kogus Tarneperioodil</w:t>
      </w:r>
      <w:r w:rsidR="00A028C4">
        <w:rPr>
          <w:bCs/>
          <w:sz w:val="20"/>
        </w:rPr>
        <w:t xml:space="preserve"> mai- </w:t>
      </w:r>
      <w:r w:rsidR="00773768">
        <w:rPr>
          <w:bCs/>
          <w:sz w:val="20"/>
        </w:rPr>
        <w:t>juuni</w:t>
      </w:r>
      <w:r w:rsidR="00A4075E">
        <w:rPr>
          <w:bCs/>
          <w:sz w:val="20"/>
        </w:rPr>
        <w:t>.20</w:t>
      </w:r>
      <w:r w:rsidR="00581A17">
        <w:rPr>
          <w:bCs/>
          <w:sz w:val="20"/>
        </w:rPr>
        <w:t>2</w:t>
      </w:r>
      <w:r w:rsidR="00EB1385">
        <w:rPr>
          <w:bCs/>
          <w:sz w:val="20"/>
        </w:rPr>
        <w:t>5</w:t>
      </w:r>
      <w:r w:rsidR="00A4075E" w:rsidRPr="00330C91">
        <w:rPr>
          <w:bCs/>
          <w:sz w:val="20"/>
        </w:rPr>
        <w:t xml:space="preserve"> on sätestatud alljärgnevalt:</w:t>
      </w:r>
    </w:p>
    <w:tbl>
      <w:tblPr>
        <w:tblW w:w="43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6"/>
        <w:gridCol w:w="1393"/>
        <w:gridCol w:w="1831"/>
        <w:gridCol w:w="1200"/>
        <w:gridCol w:w="1200"/>
        <w:gridCol w:w="1200"/>
      </w:tblGrid>
      <w:tr w:rsidR="00A028C4" w:rsidRPr="00330C91" w14:paraId="6BAF2D6F" w14:textId="77777777" w:rsidTr="00A028C4">
        <w:trPr>
          <w:trHeight w:val="255"/>
        </w:trPr>
        <w:tc>
          <w:tcPr>
            <w:tcW w:w="1082" w:type="pct"/>
            <w:noWrap/>
            <w:vAlign w:val="bottom"/>
          </w:tcPr>
          <w:p w14:paraId="1086B8A5" w14:textId="77777777" w:rsidR="00A028C4" w:rsidRPr="00330C91" w:rsidRDefault="00A028C4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799" w:type="pct"/>
            <w:noWrap/>
            <w:vAlign w:val="bottom"/>
          </w:tcPr>
          <w:p w14:paraId="1B6654EE" w14:textId="77777777" w:rsidR="00A028C4" w:rsidRPr="00330C91" w:rsidRDefault="00A028C4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1051" w:type="pct"/>
            <w:vAlign w:val="bottom"/>
          </w:tcPr>
          <w:p w14:paraId="3FD4F0C6" w14:textId="77777777" w:rsidR="00A028C4" w:rsidRPr="00330C91" w:rsidRDefault="00A028C4" w:rsidP="001A043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689" w:type="pct"/>
          </w:tcPr>
          <w:p w14:paraId="657DEFC7" w14:textId="750FA2DD" w:rsidR="00A028C4" w:rsidRDefault="00A028C4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Mai</w:t>
            </w:r>
          </w:p>
        </w:tc>
        <w:tc>
          <w:tcPr>
            <w:tcW w:w="689" w:type="pct"/>
          </w:tcPr>
          <w:p w14:paraId="6725AC40" w14:textId="3F325241" w:rsidR="00A028C4" w:rsidRDefault="00A028C4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 xml:space="preserve"> Juuni</w:t>
            </w:r>
          </w:p>
        </w:tc>
        <w:tc>
          <w:tcPr>
            <w:tcW w:w="689" w:type="pct"/>
            <w:noWrap/>
            <w:vAlign w:val="bottom"/>
          </w:tcPr>
          <w:p w14:paraId="2B4E08AA" w14:textId="77777777" w:rsidR="00A028C4" w:rsidRPr="00330C91" w:rsidRDefault="00A028C4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A028C4" w:rsidRPr="00330C91" w14:paraId="1B28245E" w14:textId="77777777" w:rsidTr="00A028C4">
        <w:trPr>
          <w:trHeight w:val="255"/>
        </w:trPr>
        <w:tc>
          <w:tcPr>
            <w:tcW w:w="1082" w:type="pct"/>
            <w:noWrap/>
            <w:vAlign w:val="bottom"/>
          </w:tcPr>
          <w:p w14:paraId="3A6EE6B2" w14:textId="7A1D7F46" w:rsidR="00A028C4" w:rsidRPr="00330C91" w:rsidRDefault="00A028C4" w:rsidP="00994A2C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Kasepalk</w:t>
            </w:r>
          </w:p>
        </w:tc>
        <w:tc>
          <w:tcPr>
            <w:tcW w:w="799" w:type="pct"/>
            <w:noWrap/>
            <w:vAlign w:val="bottom"/>
          </w:tcPr>
          <w:p w14:paraId="4B951FBE" w14:textId="6CFFFA1D" w:rsidR="00A028C4" w:rsidRPr="00330C91" w:rsidRDefault="00A028C4" w:rsidP="002671A9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Sillamäe</w:t>
            </w:r>
          </w:p>
        </w:tc>
        <w:tc>
          <w:tcPr>
            <w:tcW w:w="1051" w:type="pct"/>
          </w:tcPr>
          <w:p w14:paraId="32EF9723" w14:textId="77777777" w:rsidR="00A028C4" w:rsidRPr="00330C91" w:rsidRDefault="00A028C4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689" w:type="pct"/>
          </w:tcPr>
          <w:p w14:paraId="4B371876" w14:textId="3C72264C" w:rsidR="00A028C4" w:rsidRDefault="00A028C4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500</w:t>
            </w:r>
          </w:p>
        </w:tc>
        <w:tc>
          <w:tcPr>
            <w:tcW w:w="689" w:type="pct"/>
          </w:tcPr>
          <w:p w14:paraId="2C85EEC3" w14:textId="48ED6F9F" w:rsidR="00A028C4" w:rsidRPr="00581A17" w:rsidRDefault="00A028C4" w:rsidP="00994A2C">
            <w:pPr>
              <w:jc w:val="center"/>
              <w:rPr>
                <w:bCs/>
                <w:sz w:val="20"/>
              </w:rPr>
            </w:pPr>
          </w:p>
        </w:tc>
        <w:tc>
          <w:tcPr>
            <w:tcW w:w="689" w:type="pct"/>
            <w:noWrap/>
            <w:vAlign w:val="bottom"/>
          </w:tcPr>
          <w:p w14:paraId="29256889" w14:textId="627923DE" w:rsidR="00A028C4" w:rsidRPr="00330C91" w:rsidRDefault="00A028C4" w:rsidP="00994A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500</w:t>
            </w:r>
          </w:p>
        </w:tc>
      </w:tr>
    </w:tbl>
    <w:p w14:paraId="6E07E065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3F387003" w14:textId="77777777" w:rsidR="001A043B" w:rsidRP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 w:rsidR="00490EEC">
        <w:rPr>
          <w:b/>
          <w:spacing w:val="0"/>
          <w:position w:val="0"/>
          <w:sz w:val="20"/>
          <w:lang w:eastAsia="et-EE"/>
        </w:rPr>
        <w:t>8-17.00</w:t>
      </w:r>
      <w:r w:rsidRPr="001A043B">
        <w:rPr>
          <w:b/>
          <w:spacing w:val="0"/>
          <w:position w:val="0"/>
          <w:sz w:val="20"/>
          <w:lang w:eastAsia="et-EE"/>
        </w:rPr>
        <w:t xml:space="preserve"> </w:t>
      </w:r>
      <w:r w:rsidR="00490EEC">
        <w:rPr>
          <w:b/>
          <w:spacing w:val="0"/>
          <w:position w:val="0"/>
          <w:sz w:val="20"/>
          <w:lang w:eastAsia="et-EE"/>
        </w:rPr>
        <w:t>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.  </w:t>
      </w:r>
    </w:p>
    <w:p w14:paraId="732DFD87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46640719" w14:textId="77777777" w:rsidR="005253F3" w:rsidRPr="00330C91" w:rsidRDefault="001A043B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</w:t>
      </w:r>
      <w:proofErr w:type="spellStart"/>
      <w:r w:rsidR="005253F3" w:rsidRPr="00330C91">
        <w:rPr>
          <w:spacing w:val="0"/>
          <w:position w:val="0"/>
          <w:sz w:val="20"/>
          <w:lang w:eastAsia="et-EE"/>
        </w:rPr>
        <w:t>üleandmata</w:t>
      </w:r>
      <w:proofErr w:type="spellEnd"/>
      <w:r w:rsidR="005253F3" w:rsidRPr="00330C91">
        <w:rPr>
          <w:spacing w:val="0"/>
          <w:position w:val="0"/>
          <w:sz w:val="20"/>
          <w:lang w:eastAsia="et-EE"/>
        </w:rPr>
        <w:t xml:space="preserve"> puidukogus ei ületa 10  (kümme) % kokkulepitud kogusest. Tarnegraafikuga tähtajaks kokkulepitud koguseid ületavad tarnitud kogused loetakse järgnevate tähtaegade kohustuste täitmiseks. Müüjal on lubatud tarnida Metsamaterjali sortimendi kogusest Tarneperioodi jooksul kuni 10% vähem või rohkem.</w:t>
      </w:r>
    </w:p>
    <w:p w14:paraId="06712905" w14:textId="77777777" w:rsidR="005253F3" w:rsidRPr="00330C91" w:rsidRDefault="005253F3" w:rsidP="005655A4">
      <w:pPr>
        <w:jc w:val="both"/>
        <w:rPr>
          <w:bCs/>
          <w:sz w:val="20"/>
        </w:rPr>
      </w:pPr>
    </w:p>
    <w:p w14:paraId="3E3F5D9D" w14:textId="77777777" w:rsidR="00FB180D" w:rsidRPr="00246330" w:rsidRDefault="00FB180D" w:rsidP="00FB180D">
      <w:pPr>
        <w:jc w:val="both"/>
        <w:rPr>
          <w:b/>
          <w:bCs/>
          <w:sz w:val="20"/>
        </w:rPr>
      </w:pPr>
      <w:r w:rsidRPr="00246330">
        <w:rPr>
          <w:b/>
          <w:bCs/>
          <w:sz w:val="20"/>
        </w:rPr>
        <w:t>4</w:t>
      </w:r>
      <w:r>
        <w:rPr>
          <w:b/>
          <w:bCs/>
          <w:sz w:val="20"/>
        </w:rPr>
        <w:t>. Ettemaksugraafik:</w:t>
      </w:r>
    </w:p>
    <w:p w14:paraId="1FF71DBD" w14:textId="77777777" w:rsidR="00FB180D" w:rsidRDefault="00FB180D" w:rsidP="00FB180D">
      <w:pPr>
        <w:rPr>
          <w:sz w:val="20"/>
        </w:rPr>
      </w:pPr>
      <w:r>
        <w:rPr>
          <w:sz w:val="20"/>
        </w:rPr>
        <w:t xml:space="preserve">Ettemaks kolmes osas </w:t>
      </w:r>
      <w:r w:rsidRPr="00330C91">
        <w:rPr>
          <w:sz w:val="20"/>
        </w:rPr>
        <w:t xml:space="preserve">Müüja pangakontole nr </w:t>
      </w:r>
      <w:r>
        <w:rPr>
          <w:sz w:val="20"/>
        </w:rPr>
        <w:t>EE7810</w:t>
      </w:r>
      <w:r w:rsidRPr="00330C91">
        <w:rPr>
          <w:sz w:val="20"/>
        </w:rPr>
        <w:t>10402024861004</w:t>
      </w:r>
      <w:r>
        <w:rPr>
          <w:sz w:val="20"/>
        </w:rPr>
        <w:t>, maksekorraldusele lisada märkus viitega metsamaterjali müügilepingu numbrile:</w:t>
      </w:r>
    </w:p>
    <w:p w14:paraId="7F053E8E" w14:textId="30347419" w:rsidR="00826E32" w:rsidRDefault="00A028C4" w:rsidP="00826E32">
      <w:pPr>
        <w:numPr>
          <w:ilvl w:val="0"/>
          <w:numId w:val="14"/>
        </w:numPr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12</w:t>
      </w:r>
      <w:r w:rsidR="00FB180D" w:rsidRPr="004E5557">
        <w:rPr>
          <w:color w:val="000000" w:themeColor="text1"/>
          <w:sz w:val="20"/>
        </w:rPr>
        <w:t>.0</w:t>
      </w:r>
      <w:r w:rsidR="00EB1385">
        <w:rPr>
          <w:color w:val="000000" w:themeColor="text1"/>
          <w:sz w:val="20"/>
        </w:rPr>
        <w:t>5</w:t>
      </w:r>
      <w:r w:rsidR="00FB180D" w:rsidRPr="004E5557">
        <w:rPr>
          <w:color w:val="000000" w:themeColor="text1"/>
          <w:sz w:val="20"/>
        </w:rPr>
        <w:t>.202</w:t>
      </w:r>
      <w:r w:rsidR="00EB1385">
        <w:rPr>
          <w:color w:val="000000" w:themeColor="text1"/>
          <w:sz w:val="20"/>
        </w:rPr>
        <w:t>5</w:t>
      </w:r>
      <w:r w:rsidR="00FB180D" w:rsidRPr="004E5557">
        <w:rPr>
          <w:color w:val="000000" w:themeColor="text1"/>
          <w:sz w:val="20"/>
        </w:rPr>
        <w:t xml:space="preserve"> a.  summas </w:t>
      </w:r>
      <w:r>
        <w:rPr>
          <w:color w:val="000000" w:themeColor="text1"/>
          <w:sz w:val="20"/>
        </w:rPr>
        <w:t xml:space="preserve">60 000 </w:t>
      </w:r>
      <w:r w:rsidR="00FB180D" w:rsidRPr="004E5557">
        <w:rPr>
          <w:color w:val="000000" w:themeColor="text1"/>
          <w:sz w:val="20"/>
        </w:rPr>
        <w:t>(</w:t>
      </w:r>
      <w:r w:rsidR="00EB1385">
        <w:rPr>
          <w:color w:val="000000" w:themeColor="text1"/>
          <w:sz w:val="20"/>
        </w:rPr>
        <w:t>k</w:t>
      </w:r>
      <w:r>
        <w:rPr>
          <w:color w:val="000000" w:themeColor="text1"/>
          <w:sz w:val="20"/>
        </w:rPr>
        <w:t>uuskümmend</w:t>
      </w:r>
      <w:r w:rsidR="007117D7">
        <w:rPr>
          <w:color w:val="000000" w:themeColor="text1"/>
          <w:sz w:val="20"/>
        </w:rPr>
        <w:t xml:space="preserve"> </w:t>
      </w:r>
      <w:r w:rsidR="002671A9">
        <w:rPr>
          <w:color w:val="000000" w:themeColor="text1"/>
          <w:sz w:val="20"/>
        </w:rPr>
        <w:t xml:space="preserve">tuhat </w:t>
      </w:r>
      <w:r w:rsidR="00FB180D" w:rsidRPr="004E5557">
        <w:rPr>
          <w:color w:val="000000" w:themeColor="text1"/>
          <w:sz w:val="20"/>
        </w:rPr>
        <w:t>) eurot;</w:t>
      </w:r>
    </w:p>
    <w:p w14:paraId="5C40EFD2" w14:textId="70F99EFD" w:rsidR="00E2314F" w:rsidRPr="004E5557" w:rsidRDefault="00E2314F" w:rsidP="002C7995">
      <w:pPr>
        <w:ind w:left="720"/>
        <w:rPr>
          <w:color w:val="000000" w:themeColor="text1"/>
          <w:sz w:val="20"/>
        </w:rPr>
      </w:pPr>
    </w:p>
    <w:p w14:paraId="3E5FCB76" w14:textId="77777777" w:rsidR="00FB180D" w:rsidRPr="00506481" w:rsidRDefault="00FB180D" w:rsidP="00FB180D">
      <w:pPr>
        <w:jc w:val="both"/>
        <w:rPr>
          <w:bCs/>
          <w:color w:val="FF0000"/>
          <w:sz w:val="20"/>
        </w:rPr>
      </w:pPr>
    </w:p>
    <w:p w14:paraId="7C0D4C20" w14:textId="77777777" w:rsidR="00FB180D" w:rsidRPr="00330C91" w:rsidRDefault="00FB180D" w:rsidP="00FB180D">
      <w:pPr>
        <w:rPr>
          <w:b/>
          <w:sz w:val="20"/>
        </w:rPr>
      </w:pPr>
      <w:r>
        <w:rPr>
          <w:b/>
          <w:sz w:val="20"/>
        </w:rPr>
        <w:t>5</w:t>
      </w:r>
      <w:r w:rsidRPr="00330C91">
        <w:rPr>
          <w:b/>
          <w:sz w:val="20"/>
        </w:rPr>
        <w:t xml:space="preserve">. Poolte allkirjad  </w:t>
      </w:r>
    </w:p>
    <w:p w14:paraId="252E54CC" w14:textId="77777777" w:rsidR="005253F3" w:rsidRPr="00330C91" w:rsidRDefault="005253F3" w:rsidP="00EB57EF">
      <w:pPr>
        <w:rPr>
          <w:b/>
          <w:sz w:val="20"/>
        </w:rPr>
      </w:pPr>
    </w:p>
    <w:p w14:paraId="7D77E29C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7B3D65F7" w14:textId="77777777" w:rsidR="005253F3" w:rsidRPr="00330C91" w:rsidRDefault="005253F3" w:rsidP="00EB57EF">
      <w:pPr>
        <w:rPr>
          <w:b/>
          <w:sz w:val="20"/>
        </w:rPr>
      </w:pPr>
    </w:p>
    <w:p w14:paraId="7D7DB920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5B33FF54" w14:textId="77777777" w:rsidR="005253F3" w:rsidRPr="00330C91" w:rsidRDefault="005253F3" w:rsidP="00EB57EF">
      <w:pPr>
        <w:rPr>
          <w:i/>
          <w:sz w:val="20"/>
        </w:rPr>
      </w:pPr>
    </w:p>
    <w:p w14:paraId="74D71959" w14:textId="77326479" w:rsidR="005B086F" w:rsidRDefault="005B086F" w:rsidP="005B086F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2C7995">
        <w:rPr>
          <w:b/>
          <w:sz w:val="20"/>
        </w:rPr>
        <w:t xml:space="preserve">Martin </w:t>
      </w:r>
      <w:proofErr w:type="spellStart"/>
      <w:r w:rsidR="002C7995">
        <w:rPr>
          <w:b/>
          <w:sz w:val="20"/>
        </w:rPr>
        <w:t>Seesmaa</w:t>
      </w:r>
      <w:proofErr w:type="spellEnd"/>
    </w:p>
    <w:p w14:paraId="7AF45162" w14:textId="77777777" w:rsidR="005253F3" w:rsidRPr="00330C91" w:rsidRDefault="005253F3" w:rsidP="00B8365C">
      <w:pPr>
        <w:ind w:left="5440" w:firstLine="680"/>
        <w:rPr>
          <w:b/>
          <w:sz w:val="20"/>
        </w:rPr>
      </w:pPr>
    </w:p>
    <w:p w14:paraId="09E305BB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7F8793C8" w14:textId="77777777" w:rsidR="00A028C4" w:rsidRPr="00330C91" w:rsidRDefault="00A028C4" w:rsidP="00A028C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FFL Trading  OÜ</w:t>
      </w:r>
      <w:r w:rsidRPr="00330C91">
        <w:rPr>
          <w:spacing w:val="0"/>
          <w:position w:val="0"/>
          <w:sz w:val="20"/>
        </w:rPr>
        <w:t xml:space="preserve"> vahelise</w:t>
      </w:r>
    </w:p>
    <w:p w14:paraId="0F3D4E07" w14:textId="77777777" w:rsidR="00A028C4" w:rsidRPr="00330C91" w:rsidRDefault="00A028C4" w:rsidP="00A028C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3DE72B73" w14:textId="77777777" w:rsidR="00A028C4" w:rsidRDefault="00A028C4" w:rsidP="00A028C4">
      <w:pPr>
        <w:ind w:left="4080" w:firstLine="680"/>
        <w:jc w:val="center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 xml:space="preserve">2025/151   </w:t>
      </w:r>
      <w:r w:rsidRPr="00330C91">
        <w:rPr>
          <w:spacing w:val="0"/>
          <w:position w:val="0"/>
          <w:sz w:val="20"/>
        </w:rPr>
        <w:t>juurde</w:t>
      </w:r>
    </w:p>
    <w:p w14:paraId="1B613FE7" w14:textId="77777777" w:rsidR="00031196" w:rsidRDefault="00031196" w:rsidP="00031196"/>
    <w:p w14:paraId="7CDD4BC5" w14:textId="77777777" w:rsidR="00031196" w:rsidRPr="00031196" w:rsidRDefault="00031196" w:rsidP="00031196"/>
    <w:p w14:paraId="50B0B003" w14:textId="77777777" w:rsidR="005253F3" w:rsidRPr="00330C91" w:rsidRDefault="005253F3" w:rsidP="00B3071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255D4F37" w14:textId="77777777" w:rsidR="005253F3" w:rsidRPr="00330C91" w:rsidRDefault="005253F3" w:rsidP="00244AC9">
      <w:pPr>
        <w:rPr>
          <w:sz w:val="20"/>
        </w:rPr>
      </w:pPr>
    </w:p>
    <w:p w14:paraId="07B4A895" w14:textId="77777777" w:rsidR="005253F3" w:rsidRPr="00330C91" w:rsidRDefault="005253F3" w:rsidP="003A7DD1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C92265">
        <w:rPr>
          <w:sz w:val="20"/>
        </w:rPr>
        <w:t>K</w:t>
      </w:r>
      <w:r w:rsidRPr="00330C91">
        <w:rPr>
          <w:sz w:val="20"/>
        </w:rPr>
        <w:t>uupäev vastavalt hilisem</w:t>
      </w:r>
      <w:r w:rsidR="00C92265">
        <w:rPr>
          <w:sz w:val="20"/>
        </w:rPr>
        <w:t>ale digitaalallkirja kuupäevale</w:t>
      </w:r>
    </w:p>
    <w:p w14:paraId="38B40710" w14:textId="77777777" w:rsidR="005253F3" w:rsidRPr="00330C91" w:rsidRDefault="005253F3" w:rsidP="00B30713">
      <w:pPr>
        <w:rPr>
          <w:sz w:val="18"/>
          <w:szCs w:val="18"/>
        </w:rPr>
      </w:pPr>
    </w:p>
    <w:p w14:paraId="6D7FCDB9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5B041509" w14:textId="77777777" w:rsidR="005253F3" w:rsidRPr="00330C91" w:rsidRDefault="005253F3" w:rsidP="005655A4">
      <w:pPr>
        <w:rPr>
          <w:b/>
          <w:sz w:val="18"/>
        </w:rPr>
      </w:pPr>
    </w:p>
    <w:p w14:paraId="46A7EA96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32DF610C" w14:textId="3C95AE79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 </w:t>
      </w:r>
      <w:r w:rsidRPr="00490EEC">
        <w:rPr>
          <w:bCs/>
          <w:sz w:val="20"/>
        </w:rPr>
        <w:t xml:space="preserve">„RMK </w:t>
      </w:r>
      <w:r w:rsidR="00A028C4">
        <w:rPr>
          <w:bCs/>
          <w:sz w:val="20"/>
        </w:rPr>
        <w:t>palkide</w:t>
      </w:r>
      <w:r w:rsidRPr="00490EEC">
        <w:rPr>
          <w:bCs/>
          <w:sz w:val="20"/>
        </w:rPr>
        <w:t xml:space="preserve"> standard“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(avaldatud www.rmk.ee) peatükk 1 „Üldised nõuded ja mõisted“ ja peatükk 2 „Kvaliteedinõuded“ alusel.</w:t>
      </w:r>
    </w:p>
    <w:p w14:paraId="3E9ADA0F" w14:textId="77777777" w:rsidR="005253F3" w:rsidRPr="00330C91" w:rsidRDefault="005253F3" w:rsidP="00AD3838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473"/>
        <w:gridCol w:w="2474"/>
        <w:gridCol w:w="2482"/>
        <w:gridCol w:w="2482"/>
      </w:tblGrid>
      <w:tr w:rsidR="005253F3" w:rsidRPr="00330C91" w14:paraId="7087DCA2" w14:textId="77777777" w:rsidTr="00186C05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3CFA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2041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4ADC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AD52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5253F3" w:rsidRPr="00330C91" w14:paraId="3FEFC935" w14:textId="77777777" w:rsidTr="006549F7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1562" w14:textId="17AF166C" w:rsidR="005253F3" w:rsidRPr="00330C91" w:rsidRDefault="0099744A" w:rsidP="00540171">
            <w:pPr>
              <w:rPr>
                <w:bCs/>
                <w:sz w:val="20"/>
              </w:rPr>
            </w:pPr>
            <w:r w:rsidRPr="0099744A">
              <w:rPr>
                <w:bCs/>
                <w:sz w:val="20"/>
              </w:rPr>
              <w:t>K</w:t>
            </w:r>
            <w:r w:rsidR="00960875">
              <w:rPr>
                <w:bCs/>
                <w:sz w:val="20"/>
              </w:rPr>
              <w:t>ase</w:t>
            </w:r>
            <w:r w:rsidR="00A028C4">
              <w:rPr>
                <w:bCs/>
                <w:sz w:val="20"/>
              </w:rPr>
              <w:t>palk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250C" w14:textId="77DE8C79" w:rsidR="005253F3" w:rsidRPr="00330C91" w:rsidRDefault="006549F7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  <w:r w:rsidR="00490EEC">
              <w:rPr>
                <w:bCs/>
                <w:sz w:val="20"/>
              </w:rPr>
              <w:t>/</w:t>
            </w:r>
            <w:r>
              <w:rPr>
                <w:bCs/>
                <w:sz w:val="20"/>
              </w:rPr>
              <w:t>70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0A9F0C0A" w14:textId="057568CF" w:rsidR="005253F3" w:rsidRPr="00330C91" w:rsidRDefault="00163F1F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(</w:t>
            </w:r>
            <w:r w:rsidR="006549F7">
              <w:rPr>
                <w:bCs/>
                <w:sz w:val="20"/>
              </w:rPr>
              <w:t>27-</w:t>
            </w:r>
            <w:r>
              <w:rPr>
                <w:bCs/>
                <w:sz w:val="20"/>
              </w:rPr>
              <w:t>)</w:t>
            </w:r>
            <w:r w:rsidR="006549F7">
              <w:rPr>
                <w:bCs/>
                <w:sz w:val="20"/>
              </w:rPr>
              <w:t>3</w:t>
            </w:r>
            <w:r>
              <w:rPr>
                <w:bCs/>
                <w:sz w:val="20"/>
              </w:rPr>
              <w:t>2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129D8479" w14:textId="69C73D75" w:rsidR="005253F3" w:rsidRPr="00330C91" w:rsidRDefault="005253F3" w:rsidP="00AD3838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 xml:space="preserve">Tabel nr </w:t>
            </w:r>
            <w:r w:rsidR="00A028C4">
              <w:rPr>
                <w:bCs/>
                <w:sz w:val="20"/>
              </w:rPr>
              <w:t>3.2</w:t>
            </w:r>
          </w:p>
        </w:tc>
      </w:tr>
    </w:tbl>
    <w:p w14:paraId="6D06D962" w14:textId="77777777" w:rsidR="005253F3" w:rsidRPr="00490EEC" w:rsidRDefault="005253F3" w:rsidP="005655A4">
      <w:pPr>
        <w:rPr>
          <w:b/>
          <w:bCs/>
          <w:sz w:val="20"/>
        </w:rPr>
      </w:pPr>
    </w:p>
    <w:p w14:paraId="3ACE6A5B" w14:textId="161F5FD2" w:rsidR="005253F3" w:rsidRPr="00490EEC" w:rsidRDefault="005253F3" w:rsidP="001E23CC">
      <w:pPr>
        <w:rPr>
          <w:bCs/>
          <w:sz w:val="20"/>
        </w:rPr>
      </w:pPr>
      <w:r w:rsidRPr="00490EEC">
        <w:rPr>
          <w:b/>
          <w:bCs/>
          <w:sz w:val="20"/>
        </w:rPr>
        <w:t>1.3.</w:t>
      </w:r>
      <w:r w:rsidRPr="00490EEC">
        <w:rPr>
          <w:bCs/>
          <w:sz w:val="20"/>
        </w:rPr>
        <w:t xml:space="preserve"> Sätestamata kvaliteeditingimuste, kvaliteeti puudutavate mõistete ja definitsioonide osas juhinduvad Pooled </w:t>
      </w:r>
      <w:r w:rsidR="00490EEC" w:rsidRPr="00490EEC">
        <w:rPr>
          <w:bCs/>
          <w:sz w:val="20"/>
        </w:rPr>
        <w:t xml:space="preserve">RMK </w:t>
      </w:r>
      <w:r w:rsidR="00A028C4">
        <w:rPr>
          <w:bCs/>
          <w:sz w:val="20"/>
        </w:rPr>
        <w:t>palkide</w:t>
      </w:r>
      <w:r w:rsidR="00490EEC" w:rsidRPr="00490EEC">
        <w:rPr>
          <w:bCs/>
          <w:sz w:val="20"/>
        </w:rPr>
        <w:t xml:space="preserve"> standardis</w:t>
      </w:r>
      <w:r w:rsidRPr="00490EEC">
        <w:rPr>
          <w:bCs/>
          <w:sz w:val="20"/>
        </w:rPr>
        <w:t xml:space="preserve"> sätestatust. Kõikidel nottidel koormas võib esineda lubatud piirides kahjustusi.</w:t>
      </w:r>
    </w:p>
    <w:p w14:paraId="1BD2F250" w14:textId="77777777" w:rsidR="005253F3" w:rsidRPr="00490EEC" w:rsidRDefault="005253F3" w:rsidP="001E23CC">
      <w:pPr>
        <w:rPr>
          <w:spacing w:val="0"/>
          <w:position w:val="0"/>
          <w:sz w:val="20"/>
          <w:lang w:eastAsia="et-EE"/>
        </w:rPr>
      </w:pPr>
    </w:p>
    <w:p w14:paraId="06A6A4F5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4212FFD4" w14:textId="77777777" w:rsidR="005253F3" w:rsidRPr="00330C91" w:rsidRDefault="005253F3" w:rsidP="00EB57EF">
      <w:pPr>
        <w:rPr>
          <w:b/>
          <w:sz w:val="20"/>
        </w:rPr>
      </w:pPr>
    </w:p>
    <w:p w14:paraId="6DED4406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42579C7B" w14:textId="77777777" w:rsidR="005253F3" w:rsidRPr="00330C91" w:rsidRDefault="005253F3" w:rsidP="00EB57EF">
      <w:pPr>
        <w:rPr>
          <w:sz w:val="20"/>
        </w:rPr>
      </w:pPr>
    </w:p>
    <w:p w14:paraId="361AEFBA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426B92A1" w14:textId="77777777" w:rsidR="005253F3" w:rsidRPr="00330C91" w:rsidRDefault="005253F3" w:rsidP="00EB57EF">
      <w:pPr>
        <w:rPr>
          <w:i/>
          <w:sz w:val="20"/>
        </w:rPr>
      </w:pPr>
    </w:p>
    <w:p w14:paraId="33E4FF15" w14:textId="34F3FD99" w:rsidR="00264D22" w:rsidRDefault="00264D22" w:rsidP="00264D22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99744A">
        <w:rPr>
          <w:b/>
          <w:sz w:val="20"/>
        </w:rPr>
        <w:t xml:space="preserve">Martin </w:t>
      </w:r>
      <w:proofErr w:type="spellStart"/>
      <w:r w:rsidR="0099744A">
        <w:rPr>
          <w:b/>
          <w:sz w:val="20"/>
        </w:rPr>
        <w:t>Seesmaa</w:t>
      </w:r>
      <w:proofErr w:type="spellEnd"/>
    </w:p>
    <w:p w14:paraId="731AA53D" w14:textId="77777777" w:rsidR="00490EEC" w:rsidRDefault="00490EEC" w:rsidP="00490EEC">
      <w:pPr>
        <w:rPr>
          <w:b/>
          <w:sz w:val="20"/>
        </w:rPr>
      </w:pPr>
    </w:p>
    <w:p w14:paraId="6042027B" w14:textId="77777777" w:rsidR="005253F3" w:rsidRPr="00330C91" w:rsidRDefault="005253F3" w:rsidP="00B30713">
      <w:pPr>
        <w:rPr>
          <w:b/>
          <w:sz w:val="20"/>
        </w:rPr>
      </w:pPr>
    </w:p>
    <w:p w14:paraId="5F66031F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687AAA80" w14:textId="77777777" w:rsidR="00A028C4" w:rsidRPr="00330C91" w:rsidRDefault="00A028C4" w:rsidP="00A028C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FFL Trading  OÜ</w:t>
      </w:r>
      <w:r w:rsidRPr="00330C91">
        <w:rPr>
          <w:spacing w:val="0"/>
          <w:position w:val="0"/>
          <w:sz w:val="20"/>
        </w:rPr>
        <w:t xml:space="preserve"> vahelise</w:t>
      </w:r>
    </w:p>
    <w:p w14:paraId="44EBD487" w14:textId="77777777" w:rsidR="00A028C4" w:rsidRPr="00330C91" w:rsidRDefault="00A028C4" w:rsidP="00A028C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26452BB1" w14:textId="77777777" w:rsidR="00A028C4" w:rsidRDefault="00A028C4" w:rsidP="00A028C4">
      <w:pPr>
        <w:ind w:left="4080" w:firstLine="680"/>
        <w:jc w:val="center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 xml:space="preserve">2025/151   </w:t>
      </w:r>
      <w:r w:rsidRPr="00330C91">
        <w:rPr>
          <w:spacing w:val="0"/>
          <w:position w:val="0"/>
          <w:sz w:val="20"/>
        </w:rPr>
        <w:t>juurde</w:t>
      </w:r>
    </w:p>
    <w:p w14:paraId="6667030C" w14:textId="77777777" w:rsidR="00031196" w:rsidRPr="00031196" w:rsidRDefault="00031196" w:rsidP="00031196"/>
    <w:p w14:paraId="18ECCA50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4F1A2891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399323C9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5CD09914" w14:textId="77777777" w:rsidR="005253F3" w:rsidRPr="00330C91" w:rsidRDefault="005253F3" w:rsidP="00B30713">
      <w:pPr>
        <w:rPr>
          <w:sz w:val="18"/>
          <w:szCs w:val="18"/>
        </w:rPr>
      </w:pPr>
    </w:p>
    <w:p w14:paraId="498D83E9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550A4DD8" w14:textId="77777777" w:rsidR="005253F3" w:rsidRPr="00330C91" w:rsidRDefault="005253F3" w:rsidP="005655A4">
      <w:pPr>
        <w:rPr>
          <w:b/>
          <w:sz w:val="18"/>
        </w:rPr>
      </w:pPr>
    </w:p>
    <w:p w14:paraId="07594D43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p w14:paraId="07F5A523" w14:textId="77777777" w:rsidR="005253F3" w:rsidRPr="00330C91" w:rsidRDefault="005253F3" w:rsidP="005655A4">
      <w:pPr>
        <w:rPr>
          <w:bCs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3"/>
        <w:gridCol w:w="3681"/>
        <w:gridCol w:w="2250"/>
        <w:gridCol w:w="1857"/>
      </w:tblGrid>
      <w:tr w:rsidR="00195559" w:rsidRPr="00330C91" w14:paraId="2A1BDE69" w14:textId="77777777" w:rsidTr="00143D27">
        <w:trPr>
          <w:trHeight w:val="277"/>
        </w:trPr>
        <w:tc>
          <w:tcPr>
            <w:tcW w:w="1071" w:type="pct"/>
            <w:vAlign w:val="bottom"/>
          </w:tcPr>
          <w:p w14:paraId="75CCE01E" w14:textId="77777777" w:rsidR="00195559" w:rsidRPr="00330C91" w:rsidRDefault="00195559" w:rsidP="00AD383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>Metsamaterjali Tarnekoht</w:t>
            </w:r>
          </w:p>
        </w:tc>
        <w:tc>
          <w:tcPr>
            <w:tcW w:w="1857" w:type="pct"/>
            <w:vAlign w:val="bottom"/>
          </w:tcPr>
          <w:p w14:paraId="4FBEC5C6" w14:textId="77777777" w:rsidR="00195559" w:rsidRPr="00330C91" w:rsidRDefault="00195559" w:rsidP="000A0DDE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Sortiment</w:t>
            </w:r>
          </w:p>
        </w:tc>
        <w:tc>
          <w:tcPr>
            <w:tcW w:w="1135" w:type="pct"/>
            <w:vAlign w:val="bottom"/>
          </w:tcPr>
          <w:p w14:paraId="64B625E7" w14:textId="77777777" w:rsidR="00195559" w:rsidRPr="00330C91" w:rsidRDefault="00195559" w:rsidP="00AD3838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Tarnetingimus</w:t>
            </w:r>
          </w:p>
        </w:tc>
        <w:tc>
          <w:tcPr>
            <w:tcW w:w="937" w:type="pct"/>
          </w:tcPr>
          <w:p w14:paraId="3AD8FB1D" w14:textId="77777777" w:rsidR="00195559" w:rsidRPr="00330C91" w:rsidRDefault="00195559" w:rsidP="00AD383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 xml:space="preserve">Hind </w:t>
            </w:r>
            <w:r w:rsidRPr="00330C91">
              <w:rPr>
                <w:b/>
                <w:bCs/>
                <w:sz w:val="20"/>
              </w:rPr>
              <w:t>(€/m³)</w:t>
            </w:r>
          </w:p>
        </w:tc>
      </w:tr>
      <w:tr w:rsidR="00B740C1" w:rsidRPr="00330C91" w14:paraId="4FDD8A66" w14:textId="77777777" w:rsidTr="00143D27">
        <w:trPr>
          <w:trHeight w:val="287"/>
        </w:trPr>
        <w:tc>
          <w:tcPr>
            <w:tcW w:w="1071" w:type="pct"/>
            <w:vAlign w:val="bottom"/>
          </w:tcPr>
          <w:p w14:paraId="47323CD9" w14:textId="0F341D61" w:rsidR="00B740C1" w:rsidRDefault="00143D27" w:rsidP="00B740C1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Sillamäe</w:t>
            </w:r>
          </w:p>
        </w:tc>
        <w:tc>
          <w:tcPr>
            <w:tcW w:w="1857" w:type="pct"/>
          </w:tcPr>
          <w:p w14:paraId="6D55225A" w14:textId="2DCF90E6" w:rsidR="00B740C1" w:rsidRPr="00195559" w:rsidRDefault="00143D27" w:rsidP="00B740C1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Kasepalk ABC 16,0-17,9</w:t>
            </w:r>
          </w:p>
        </w:tc>
        <w:tc>
          <w:tcPr>
            <w:tcW w:w="1135" w:type="pct"/>
            <w:vAlign w:val="bottom"/>
          </w:tcPr>
          <w:p w14:paraId="7613C882" w14:textId="5310BE51" w:rsidR="00B740C1" w:rsidRDefault="00B740C1" w:rsidP="00B740C1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937" w:type="pct"/>
          </w:tcPr>
          <w:p w14:paraId="70002021" w14:textId="7C871EE7" w:rsidR="00B740C1" w:rsidRDefault="00143D27" w:rsidP="00B740C1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80</w:t>
            </w:r>
          </w:p>
        </w:tc>
      </w:tr>
      <w:tr w:rsidR="00143D27" w:rsidRPr="00330C91" w14:paraId="67642773" w14:textId="77777777" w:rsidTr="00143D27">
        <w:trPr>
          <w:trHeight w:val="287"/>
        </w:trPr>
        <w:tc>
          <w:tcPr>
            <w:tcW w:w="1071" w:type="pct"/>
            <w:vAlign w:val="bottom"/>
          </w:tcPr>
          <w:p w14:paraId="64BC1685" w14:textId="0DCE0BB8" w:rsidR="00143D27" w:rsidRDefault="00143D27" w:rsidP="00143D27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Sillamäe</w:t>
            </w:r>
          </w:p>
        </w:tc>
        <w:tc>
          <w:tcPr>
            <w:tcW w:w="1857" w:type="pct"/>
          </w:tcPr>
          <w:p w14:paraId="1EB8E88D" w14:textId="42BE3283" w:rsidR="00143D27" w:rsidRDefault="00143D27" w:rsidP="00143D27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Kasepalk ABC 1</w:t>
            </w:r>
            <w:r>
              <w:rPr>
                <w:sz w:val="20"/>
              </w:rPr>
              <w:t>8</w:t>
            </w:r>
            <w:r>
              <w:rPr>
                <w:sz w:val="20"/>
              </w:rPr>
              <w:t>,0-</w:t>
            </w:r>
            <w:r>
              <w:rPr>
                <w:sz w:val="20"/>
              </w:rPr>
              <w:t>21</w:t>
            </w:r>
            <w:r>
              <w:rPr>
                <w:sz w:val="20"/>
              </w:rPr>
              <w:t>,9</w:t>
            </w:r>
          </w:p>
        </w:tc>
        <w:tc>
          <w:tcPr>
            <w:tcW w:w="1135" w:type="pct"/>
            <w:vAlign w:val="bottom"/>
          </w:tcPr>
          <w:p w14:paraId="36BE22D8" w14:textId="1B5ABF9B" w:rsidR="00143D27" w:rsidRDefault="00143D27" w:rsidP="00143D27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937" w:type="pct"/>
          </w:tcPr>
          <w:p w14:paraId="374B8618" w14:textId="75A6EFA9" w:rsidR="00143D27" w:rsidRDefault="00143D27" w:rsidP="00143D27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85</w:t>
            </w:r>
          </w:p>
        </w:tc>
      </w:tr>
      <w:tr w:rsidR="00143D27" w:rsidRPr="00330C91" w14:paraId="2F523EA5" w14:textId="77777777" w:rsidTr="00143D27">
        <w:trPr>
          <w:trHeight w:val="287"/>
        </w:trPr>
        <w:tc>
          <w:tcPr>
            <w:tcW w:w="1071" w:type="pct"/>
            <w:vAlign w:val="bottom"/>
          </w:tcPr>
          <w:p w14:paraId="11E928C9" w14:textId="719D2435" w:rsidR="00143D27" w:rsidRDefault="00143D27" w:rsidP="00143D27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Sillamäe</w:t>
            </w:r>
          </w:p>
        </w:tc>
        <w:tc>
          <w:tcPr>
            <w:tcW w:w="1857" w:type="pct"/>
          </w:tcPr>
          <w:p w14:paraId="38CE7492" w14:textId="689A0145" w:rsidR="00143D27" w:rsidRDefault="00143D27" w:rsidP="00143D27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Kasepalk ABC </w:t>
            </w:r>
            <w:r>
              <w:rPr>
                <w:sz w:val="20"/>
              </w:rPr>
              <w:t>22</w:t>
            </w:r>
            <w:r>
              <w:rPr>
                <w:sz w:val="20"/>
              </w:rPr>
              <w:t>,0-2</w:t>
            </w:r>
            <w:r>
              <w:rPr>
                <w:sz w:val="20"/>
              </w:rPr>
              <w:t>4</w:t>
            </w:r>
            <w:r>
              <w:rPr>
                <w:sz w:val="20"/>
              </w:rPr>
              <w:t>,9</w:t>
            </w:r>
          </w:p>
        </w:tc>
        <w:tc>
          <w:tcPr>
            <w:tcW w:w="1135" w:type="pct"/>
            <w:vAlign w:val="bottom"/>
          </w:tcPr>
          <w:p w14:paraId="635ADECD" w14:textId="1EB4EB03" w:rsidR="00143D27" w:rsidRDefault="00143D27" w:rsidP="00143D27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937" w:type="pct"/>
          </w:tcPr>
          <w:p w14:paraId="30224F8A" w14:textId="181D2AF3" w:rsidR="00143D27" w:rsidRDefault="00143D27" w:rsidP="00143D27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95</w:t>
            </w:r>
          </w:p>
        </w:tc>
      </w:tr>
      <w:tr w:rsidR="00143D27" w:rsidRPr="00330C91" w14:paraId="13CECE03" w14:textId="77777777" w:rsidTr="00143D27">
        <w:trPr>
          <w:trHeight w:val="287"/>
        </w:trPr>
        <w:tc>
          <w:tcPr>
            <w:tcW w:w="1071" w:type="pct"/>
            <w:vAlign w:val="bottom"/>
          </w:tcPr>
          <w:p w14:paraId="3B55740D" w14:textId="1DA89F45" w:rsidR="00143D27" w:rsidRDefault="00143D27" w:rsidP="00143D27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Sillamäe</w:t>
            </w:r>
          </w:p>
        </w:tc>
        <w:tc>
          <w:tcPr>
            <w:tcW w:w="1857" w:type="pct"/>
          </w:tcPr>
          <w:p w14:paraId="5851F069" w14:textId="105F0FF6" w:rsidR="00143D27" w:rsidRDefault="00143D27" w:rsidP="00143D27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Kasepalk ABC </w:t>
            </w:r>
            <w:r>
              <w:rPr>
                <w:sz w:val="20"/>
              </w:rPr>
              <w:t>25</w:t>
            </w:r>
            <w:r>
              <w:rPr>
                <w:sz w:val="20"/>
              </w:rPr>
              <w:t>,0-</w:t>
            </w:r>
            <w:r>
              <w:rPr>
                <w:sz w:val="20"/>
              </w:rPr>
              <w:t>60</w:t>
            </w:r>
          </w:p>
        </w:tc>
        <w:tc>
          <w:tcPr>
            <w:tcW w:w="1135" w:type="pct"/>
            <w:vAlign w:val="bottom"/>
          </w:tcPr>
          <w:p w14:paraId="5A80D63E" w14:textId="46485938" w:rsidR="00143D27" w:rsidRDefault="00143D27" w:rsidP="00143D27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937" w:type="pct"/>
          </w:tcPr>
          <w:p w14:paraId="1BA7EA28" w14:textId="4778FD06" w:rsidR="00143D27" w:rsidRDefault="00143D27" w:rsidP="00143D27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115</w:t>
            </w:r>
          </w:p>
        </w:tc>
      </w:tr>
      <w:tr w:rsidR="00143D27" w:rsidRPr="00330C91" w14:paraId="5F74727D" w14:textId="77777777" w:rsidTr="00143D27">
        <w:trPr>
          <w:trHeight w:val="287"/>
        </w:trPr>
        <w:tc>
          <w:tcPr>
            <w:tcW w:w="1071" w:type="pct"/>
            <w:vAlign w:val="bottom"/>
          </w:tcPr>
          <w:p w14:paraId="7DE2C363" w14:textId="0E462301" w:rsidR="00143D27" w:rsidRDefault="00143D27" w:rsidP="00B740C1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Sillamäe</w:t>
            </w:r>
          </w:p>
        </w:tc>
        <w:tc>
          <w:tcPr>
            <w:tcW w:w="1857" w:type="pct"/>
          </w:tcPr>
          <w:p w14:paraId="7F6EB209" w14:textId="3B1A2FBC" w:rsidR="00143D27" w:rsidRDefault="00143D27" w:rsidP="00B740C1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Kasepalk praak</w:t>
            </w:r>
          </w:p>
        </w:tc>
        <w:tc>
          <w:tcPr>
            <w:tcW w:w="1135" w:type="pct"/>
            <w:vAlign w:val="bottom"/>
          </w:tcPr>
          <w:p w14:paraId="54B0F3E3" w14:textId="5E27997D" w:rsidR="00143D27" w:rsidRDefault="00143D27" w:rsidP="00B740C1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937" w:type="pct"/>
          </w:tcPr>
          <w:p w14:paraId="2389259B" w14:textId="2EC3E5F0" w:rsidR="00143D27" w:rsidRDefault="00143D27" w:rsidP="00B740C1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</w:tr>
    </w:tbl>
    <w:p w14:paraId="4CBDEBD2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2D0CC210" w14:textId="15701145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käibemaks.</w:t>
      </w:r>
    </w:p>
    <w:p w14:paraId="5D7DB36E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3A597813" w14:textId="411379E0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0E0F18">
        <w:rPr>
          <w:bCs/>
          <w:sz w:val="20"/>
        </w:rPr>
        <w:t>08</w:t>
      </w:r>
      <w:r w:rsidR="00195559">
        <w:rPr>
          <w:bCs/>
          <w:sz w:val="20"/>
        </w:rPr>
        <w:t>.0</w:t>
      </w:r>
      <w:r w:rsidR="000E0F18">
        <w:rPr>
          <w:bCs/>
          <w:sz w:val="20"/>
        </w:rPr>
        <w:t>5</w:t>
      </w:r>
      <w:r w:rsidR="00186C05">
        <w:rPr>
          <w:bCs/>
          <w:sz w:val="20"/>
        </w:rPr>
        <w:t>.202</w:t>
      </w:r>
      <w:r w:rsidR="00A06589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 w:rsidR="00490EEC">
        <w:rPr>
          <w:bCs/>
          <w:sz w:val="20"/>
        </w:rPr>
        <w:t>3</w:t>
      </w:r>
      <w:r w:rsidR="00404746">
        <w:rPr>
          <w:bCs/>
          <w:sz w:val="20"/>
        </w:rPr>
        <w:t>0</w:t>
      </w:r>
      <w:r w:rsidR="002F1187">
        <w:rPr>
          <w:bCs/>
          <w:sz w:val="20"/>
        </w:rPr>
        <w:t>.0</w:t>
      </w:r>
      <w:r w:rsidR="007630BF">
        <w:rPr>
          <w:bCs/>
          <w:sz w:val="20"/>
        </w:rPr>
        <w:t>6</w:t>
      </w:r>
      <w:r w:rsidR="00E87A59">
        <w:rPr>
          <w:bCs/>
          <w:sz w:val="20"/>
        </w:rPr>
        <w:t>.20</w:t>
      </w:r>
      <w:r w:rsidR="002F1187">
        <w:rPr>
          <w:bCs/>
          <w:sz w:val="20"/>
        </w:rPr>
        <w:t>2</w:t>
      </w:r>
      <w:r w:rsidR="00A06589">
        <w:rPr>
          <w:bCs/>
          <w:sz w:val="20"/>
        </w:rPr>
        <w:t>5</w:t>
      </w:r>
      <w:r w:rsidRPr="00330C91">
        <w:rPr>
          <w:bCs/>
          <w:sz w:val="20"/>
        </w:rPr>
        <w:t>.</w:t>
      </w:r>
    </w:p>
    <w:p w14:paraId="15604713" w14:textId="77777777" w:rsidR="006F19D8" w:rsidRDefault="006F19D8" w:rsidP="005655A4">
      <w:pPr>
        <w:tabs>
          <w:tab w:val="left" w:pos="1134"/>
        </w:tabs>
        <w:jc w:val="both"/>
        <w:rPr>
          <w:bCs/>
          <w:sz w:val="20"/>
        </w:rPr>
      </w:pPr>
    </w:p>
    <w:p w14:paraId="29935309" w14:textId="77777777" w:rsidR="006612C7" w:rsidRDefault="006612C7" w:rsidP="006612C7">
      <w:pPr>
        <w:ind w:left="360"/>
        <w:rPr>
          <w:sz w:val="20"/>
        </w:rPr>
      </w:pPr>
    </w:p>
    <w:p w14:paraId="13E53D6A" w14:textId="77777777" w:rsidR="006F19D8" w:rsidRPr="00330C91" w:rsidRDefault="006F19D8" w:rsidP="005655A4">
      <w:pPr>
        <w:tabs>
          <w:tab w:val="left" w:pos="1134"/>
        </w:tabs>
        <w:jc w:val="both"/>
        <w:rPr>
          <w:bCs/>
          <w:sz w:val="20"/>
        </w:rPr>
      </w:pPr>
    </w:p>
    <w:p w14:paraId="5C71C760" w14:textId="77777777" w:rsidR="005253F3" w:rsidRPr="00330C91" w:rsidRDefault="005253F3" w:rsidP="00B30713">
      <w:pPr>
        <w:rPr>
          <w:b/>
          <w:sz w:val="20"/>
        </w:rPr>
      </w:pPr>
    </w:p>
    <w:p w14:paraId="13FA8CBD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0DF5E07E" w14:textId="77777777" w:rsidR="005253F3" w:rsidRPr="00330C91" w:rsidRDefault="005253F3" w:rsidP="00EB57EF">
      <w:pPr>
        <w:rPr>
          <w:sz w:val="20"/>
        </w:rPr>
      </w:pPr>
    </w:p>
    <w:p w14:paraId="2CB1ED3C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40E6D7C3" w14:textId="77777777" w:rsidR="005253F3" w:rsidRPr="00330C91" w:rsidRDefault="005253F3" w:rsidP="00EB57EF">
      <w:pPr>
        <w:rPr>
          <w:sz w:val="20"/>
        </w:rPr>
      </w:pPr>
    </w:p>
    <w:p w14:paraId="72F019D2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001B8029" w14:textId="77777777" w:rsidR="005253F3" w:rsidRPr="00330C91" w:rsidRDefault="005253F3" w:rsidP="00EB57EF">
      <w:pPr>
        <w:rPr>
          <w:sz w:val="20"/>
        </w:rPr>
      </w:pPr>
    </w:p>
    <w:p w14:paraId="3A10438A" w14:textId="0C63B24E" w:rsidR="00264D22" w:rsidRDefault="00264D22" w:rsidP="00264D22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99744A">
        <w:rPr>
          <w:b/>
          <w:sz w:val="20"/>
        </w:rPr>
        <w:t xml:space="preserve">Martin </w:t>
      </w:r>
      <w:proofErr w:type="spellStart"/>
      <w:r w:rsidR="0099744A">
        <w:rPr>
          <w:b/>
          <w:sz w:val="20"/>
        </w:rPr>
        <w:t>Seesmaa</w:t>
      </w:r>
      <w:proofErr w:type="spellEnd"/>
    </w:p>
    <w:p w14:paraId="1CFBEA24" w14:textId="77777777" w:rsidR="005253F3" w:rsidRPr="00EB57EF" w:rsidRDefault="005253F3" w:rsidP="00EB57EF">
      <w:pPr>
        <w:rPr>
          <w:i/>
          <w:sz w:val="20"/>
        </w:rPr>
      </w:pPr>
    </w:p>
    <w:sectPr w:rsidR="005253F3" w:rsidRPr="00EB57EF" w:rsidSect="00B923F1">
      <w:headerReference w:type="default" r:id="rId7"/>
      <w:headerReference w:type="first" r:id="rId8"/>
      <w:footerReference w:type="first" r:id="rId9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2F9FD" w14:textId="77777777" w:rsidR="00627D50" w:rsidRDefault="00627D50">
      <w:r>
        <w:separator/>
      </w:r>
    </w:p>
  </w:endnote>
  <w:endnote w:type="continuationSeparator" w:id="0">
    <w:p w14:paraId="14FFAE3F" w14:textId="77777777" w:rsidR="00627D50" w:rsidRDefault="00627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4EBCA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C29EC" w14:textId="77777777" w:rsidR="00627D50" w:rsidRDefault="00627D50">
      <w:r>
        <w:separator/>
      </w:r>
    </w:p>
  </w:footnote>
  <w:footnote w:type="continuationSeparator" w:id="0">
    <w:p w14:paraId="115F7613" w14:textId="77777777" w:rsidR="00627D50" w:rsidRDefault="00627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1AB30" w14:textId="580002CB" w:rsidR="003C047F" w:rsidRDefault="003C047F">
    <w:pPr>
      <w:framePr w:w="9639" w:h="851" w:hSpace="181" w:wrap="around" w:vAnchor="page" w:hAnchor="page" w:x="1135" w:y="568"/>
      <w:jc w:val="center"/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FA1648">
      <w:rPr>
        <w:noProof/>
        <w:spacing w:val="0"/>
        <w:position w:val="0"/>
        <w:sz w:val="20"/>
      </w:rPr>
      <w:t>3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  <w:p w14:paraId="68410350" w14:textId="01A61D47" w:rsidR="003C047F" w:rsidRPr="00E144F2" w:rsidRDefault="003C047F" w:rsidP="0001544E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7127A" w14:textId="77777777" w:rsidR="003C047F" w:rsidRPr="00A67C68" w:rsidRDefault="003C047F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D00BFA"/>
    <w:multiLevelType w:val="multilevel"/>
    <w:tmpl w:val="53AE95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8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C832B32"/>
    <w:multiLevelType w:val="hybridMultilevel"/>
    <w:tmpl w:val="F5E613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16102216">
    <w:abstractNumId w:val="0"/>
  </w:num>
  <w:num w:numId="2" w16cid:durableId="1305355094">
    <w:abstractNumId w:val="7"/>
  </w:num>
  <w:num w:numId="3" w16cid:durableId="1413504155">
    <w:abstractNumId w:val="6"/>
  </w:num>
  <w:num w:numId="4" w16cid:durableId="43718448">
    <w:abstractNumId w:val="9"/>
  </w:num>
  <w:num w:numId="5" w16cid:durableId="1081873274">
    <w:abstractNumId w:val="10"/>
  </w:num>
  <w:num w:numId="6" w16cid:durableId="1713339319">
    <w:abstractNumId w:val="12"/>
  </w:num>
  <w:num w:numId="7" w16cid:durableId="40331196">
    <w:abstractNumId w:val="13"/>
  </w:num>
  <w:num w:numId="8" w16cid:durableId="1364940203">
    <w:abstractNumId w:val="4"/>
  </w:num>
  <w:num w:numId="9" w16cid:durableId="353461598">
    <w:abstractNumId w:val="5"/>
  </w:num>
  <w:num w:numId="10" w16cid:durableId="1632635574">
    <w:abstractNumId w:val="1"/>
  </w:num>
  <w:num w:numId="11" w16cid:durableId="589387768">
    <w:abstractNumId w:val="2"/>
  </w:num>
  <w:num w:numId="12" w16cid:durableId="2050911080">
    <w:abstractNumId w:val="8"/>
  </w:num>
  <w:num w:numId="13" w16cid:durableId="1841656198">
    <w:abstractNumId w:val="3"/>
  </w:num>
  <w:num w:numId="14" w16cid:durableId="1411152256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C88"/>
    <w:rsid w:val="00003CCC"/>
    <w:rsid w:val="00004149"/>
    <w:rsid w:val="000043BD"/>
    <w:rsid w:val="00004C54"/>
    <w:rsid w:val="00005090"/>
    <w:rsid w:val="0001148D"/>
    <w:rsid w:val="000114BF"/>
    <w:rsid w:val="00012D8E"/>
    <w:rsid w:val="0001544E"/>
    <w:rsid w:val="00025146"/>
    <w:rsid w:val="00031196"/>
    <w:rsid w:val="000314C3"/>
    <w:rsid w:val="00034080"/>
    <w:rsid w:val="00034738"/>
    <w:rsid w:val="00035B26"/>
    <w:rsid w:val="00042140"/>
    <w:rsid w:val="0004317E"/>
    <w:rsid w:val="00053CDD"/>
    <w:rsid w:val="000542FB"/>
    <w:rsid w:val="0005446F"/>
    <w:rsid w:val="0005656E"/>
    <w:rsid w:val="000610EB"/>
    <w:rsid w:val="000619BA"/>
    <w:rsid w:val="00063E4E"/>
    <w:rsid w:val="00064CAF"/>
    <w:rsid w:val="000653ED"/>
    <w:rsid w:val="000666E7"/>
    <w:rsid w:val="00066A2A"/>
    <w:rsid w:val="000672A5"/>
    <w:rsid w:val="00072B59"/>
    <w:rsid w:val="0007448A"/>
    <w:rsid w:val="00074A7E"/>
    <w:rsid w:val="00076B1C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6C3C"/>
    <w:rsid w:val="000B0974"/>
    <w:rsid w:val="000B157A"/>
    <w:rsid w:val="000B430C"/>
    <w:rsid w:val="000B5349"/>
    <w:rsid w:val="000B56E1"/>
    <w:rsid w:val="000B7C03"/>
    <w:rsid w:val="000C16EB"/>
    <w:rsid w:val="000C53F6"/>
    <w:rsid w:val="000C58FB"/>
    <w:rsid w:val="000D1A91"/>
    <w:rsid w:val="000E01A8"/>
    <w:rsid w:val="000E0F18"/>
    <w:rsid w:val="000E1700"/>
    <w:rsid w:val="000E3545"/>
    <w:rsid w:val="000E4E06"/>
    <w:rsid w:val="000E6098"/>
    <w:rsid w:val="000F4314"/>
    <w:rsid w:val="000F6C46"/>
    <w:rsid w:val="001040E1"/>
    <w:rsid w:val="00106A8F"/>
    <w:rsid w:val="001073C0"/>
    <w:rsid w:val="00111D72"/>
    <w:rsid w:val="00113D02"/>
    <w:rsid w:val="0011431B"/>
    <w:rsid w:val="00120B0E"/>
    <w:rsid w:val="00121DD4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40348"/>
    <w:rsid w:val="00143D27"/>
    <w:rsid w:val="001442D4"/>
    <w:rsid w:val="00147BDF"/>
    <w:rsid w:val="00151D79"/>
    <w:rsid w:val="00152C0E"/>
    <w:rsid w:val="00153862"/>
    <w:rsid w:val="00157357"/>
    <w:rsid w:val="00157D40"/>
    <w:rsid w:val="00163F1F"/>
    <w:rsid w:val="00165381"/>
    <w:rsid w:val="001653E6"/>
    <w:rsid w:val="00173673"/>
    <w:rsid w:val="00173E49"/>
    <w:rsid w:val="00181909"/>
    <w:rsid w:val="0018355E"/>
    <w:rsid w:val="00183D82"/>
    <w:rsid w:val="00186C05"/>
    <w:rsid w:val="00194AEE"/>
    <w:rsid w:val="00195559"/>
    <w:rsid w:val="001968B0"/>
    <w:rsid w:val="001A043B"/>
    <w:rsid w:val="001A0B40"/>
    <w:rsid w:val="001A4374"/>
    <w:rsid w:val="001B1F4C"/>
    <w:rsid w:val="001C037C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2008DE"/>
    <w:rsid w:val="0021202D"/>
    <w:rsid w:val="00212CA7"/>
    <w:rsid w:val="00214433"/>
    <w:rsid w:val="00216D5C"/>
    <w:rsid w:val="00226AB7"/>
    <w:rsid w:val="00236C7C"/>
    <w:rsid w:val="0024080D"/>
    <w:rsid w:val="00240EBA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4D22"/>
    <w:rsid w:val="00265D01"/>
    <w:rsid w:val="002671A9"/>
    <w:rsid w:val="00275117"/>
    <w:rsid w:val="00277A7E"/>
    <w:rsid w:val="00280746"/>
    <w:rsid w:val="0028146B"/>
    <w:rsid w:val="00290D10"/>
    <w:rsid w:val="002910FC"/>
    <w:rsid w:val="0029511A"/>
    <w:rsid w:val="00296AE8"/>
    <w:rsid w:val="002A0FA8"/>
    <w:rsid w:val="002A1CCF"/>
    <w:rsid w:val="002A3541"/>
    <w:rsid w:val="002A5316"/>
    <w:rsid w:val="002A6EE5"/>
    <w:rsid w:val="002B2197"/>
    <w:rsid w:val="002B3228"/>
    <w:rsid w:val="002C2796"/>
    <w:rsid w:val="002C28C5"/>
    <w:rsid w:val="002C3086"/>
    <w:rsid w:val="002C7995"/>
    <w:rsid w:val="002D6E2B"/>
    <w:rsid w:val="002E0A02"/>
    <w:rsid w:val="002E1392"/>
    <w:rsid w:val="002E3EE4"/>
    <w:rsid w:val="002E6FB9"/>
    <w:rsid w:val="002F1187"/>
    <w:rsid w:val="002F1618"/>
    <w:rsid w:val="002F3C88"/>
    <w:rsid w:val="002F6AF8"/>
    <w:rsid w:val="00312D5E"/>
    <w:rsid w:val="00314AD1"/>
    <w:rsid w:val="00327F6E"/>
    <w:rsid w:val="003305F9"/>
    <w:rsid w:val="00330C91"/>
    <w:rsid w:val="003311F0"/>
    <w:rsid w:val="00340133"/>
    <w:rsid w:val="003415B9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87B73"/>
    <w:rsid w:val="00390CA0"/>
    <w:rsid w:val="00394724"/>
    <w:rsid w:val="00396929"/>
    <w:rsid w:val="0039776B"/>
    <w:rsid w:val="00397A33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4746"/>
    <w:rsid w:val="0040510B"/>
    <w:rsid w:val="00405AB4"/>
    <w:rsid w:val="00413CE1"/>
    <w:rsid w:val="00413EFC"/>
    <w:rsid w:val="00424446"/>
    <w:rsid w:val="004267A0"/>
    <w:rsid w:val="00426AC7"/>
    <w:rsid w:val="00437D16"/>
    <w:rsid w:val="00440978"/>
    <w:rsid w:val="00442950"/>
    <w:rsid w:val="00446209"/>
    <w:rsid w:val="00446431"/>
    <w:rsid w:val="0044784B"/>
    <w:rsid w:val="0045073B"/>
    <w:rsid w:val="004534FA"/>
    <w:rsid w:val="004578B2"/>
    <w:rsid w:val="00464558"/>
    <w:rsid w:val="00467DE1"/>
    <w:rsid w:val="00470747"/>
    <w:rsid w:val="00475FBD"/>
    <w:rsid w:val="004764B2"/>
    <w:rsid w:val="004764DB"/>
    <w:rsid w:val="004772CA"/>
    <w:rsid w:val="00487E5D"/>
    <w:rsid w:val="00490EEC"/>
    <w:rsid w:val="004958AA"/>
    <w:rsid w:val="004A2C88"/>
    <w:rsid w:val="004A381F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0171"/>
    <w:rsid w:val="00541813"/>
    <w:rsid w:val="005446C0"/>
    <w:rsid w:val="00547DC1"/>
    <w:rsid w:val="00550631"/>
    <w:rsid w:val="00552127"/>
    <w:rsid w:val="00560C7F"/>
    <w:rsid w:val="005655A4"/>
    <w:rsid w:val="00566DA4"/>
    <w:rsid w:val="00574248"/>
    <w:rsid w:val="00581A17"/>
    <w:rsid w:val="0058348A"/>
    <w:rsid w:val="0059149C"/>
    <w:rsid w:val="00592D37"/>
    <w:rsid w:val="005A23F1"/>
    <w:rsid w:val="005A3544"/>
    <w:rsid w:val="005A432C"/>
    <w:rsid w:val="005A6DC6"/>
    <w:rsid w:val="005B086F"/>
    <w:rsid w:val="005B0F9F"/>
    <w:rsid w:val="005B20F3"/>
    <w:rsid w:val="005B3CB3"/>
    <w:rsid w:val="005B7099"/>
    <w:rsid w:val="005C0954"/>
    <w:rsid w:val="005C0CA3"/>
    <w:rsid w:val="005C0F01"/>
    <w:rsid w:val="005C2A7C"/>
    <w:rsid w:val="005C2C34"/>
    <w:rsid w:val="005C3257"/>
    <w:rsid w:val="005D229E"/>
    <w:rsid w:val="005D281D"/>
    <w:rsid w:val="005D6D69"/>
    <w:rsid w:val="005E216A"/>
    <w:rsid w:val="005E37F8"/>
    <w:rsid w:val="005E756B"/>
    <w:rsid w:val="005F1009"/>
    <w:rsid w:val="00605364"/>
    <w:rsid w:val="0060643C"/>
    <w:rsid w:val="0060681C"/>
    <w:rsid w:val="00607A95"/>
    <w:rsid w:val="00607E5E"/>
    <w:rsid w:val="006111F1"/>
    <w:rsid w:val="00613B6A"/>
    <w:rsid w:val="00621A7E"/>
    <w:rsid w:val="00622151"/>
    <w:rsid w:val="00622746"/>
    <w:rsid w:val="00626224"/>
    <w:rsid w:val="006277C4"/>
    <w:rsid w:val="00627D50"/>
    <w:rsid w:val="0063210F"/>
    <w:rsid w:val="006332BE"/>
    <w:rsid w:val="0063661A"/>
    <w:rsid w:val="006371FC"/>
    <w:rsid w:val="00646F93"/>
    <w:rsid w:val="00650126"/>
    <w:rsid w:val="006515CB"/>
    <w:rsid w:val="00652B4E"/>
    <w:rsid w:val="006549F7"/>
    <w:rsid w:val="00656DBC"/>
    <w:rsid w:val="006612C7"/>
    <w:rsid w:val="00662EDA"/>
    <w:rsid w:val="00663A94"/>
    <w:rsid w:val="0066428B"/>
    <w:rsid w:val="0066527D"/>
    <w:rsid w:val="00676EC6"/>
    <w:rsid w:val="00682111"/>
    <w:rsid w:val="00682EEA"/>
    <w:rsid w:val="006900B0"/>
    <w:rsid w:val="006975E1"/>
    <w:rsid w:val="006A2FC1"/>
    <w:rsid w:val="006A6699"/>
    <w:rsid w:val="006C3BD9"/>
    <w:rsid w:val="006D036C"/>
    <w:rsid w:val="006D05A5"/>
    <w:rsid w:val="006E260F"/>
    <w:rsid w:val="006E313B"/>
    <w:rsid w:val="006E34A0"/>
    <w:rsid w:val="006E5207"/>
    <w:rsid w:val="006E649C"/>
    <w:rsid w:val="006F19D8"/>
    <w:rsid w:val="006F1C43"/>
    <w:rsid w:val="006F3AFC"/>
    <w:rsid w:val="006F3EE1"/>
    <w:rsid w:val="00702E82"/>
    <w:rsid w:val="00703B98"/>
    <w:rsid w:val="00707EA7"/>
    <w:rsid w:val="007117D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0BF"/>
    <w:rsid w:val="00773768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C0F10"/>
    <w:rsid w:val="007C1490"/>
    <w:rsid w:val="007C34FD"/>
    <w:rsid w:val="007C392C"/>
    <w:rsid w:val="007D42A9"/>
    <w:rsid w:val="007D5B93"/>
    <w:rsid w:val="007D5CD3"/>
    <w:rsid w:val="007D7794"/>
    <w:rsid w:val="007E25CD"/>
    <w:rsid w:val="007E5FA4"/>
    <w:rsid w:val="007F1B76"/>
    <w:rsid w:val="007F3057"/>
    <w:rsid w:val="007F7BCE"/>
    <w:rsid w:val="00800CC0"/>
    <w:rsid w:val="008059A8"/>
    <w:rsid w:val="0080670C"/>
    <w:rsid w:val="008127E0"/>
    <w:rsid w:val="008168FF"/>
    <w:rsid w:val="00820830"/>
    <w:rsid w:val="00826E32"/>
    <w:rsid w:val="00826EFE"/>
    <w:rsid w:val="00827247"/>
    <w:rsid w:val="00832DCD"/>
    <w:rsid w:val="00832EEB"/>
    <w:rsid w:val="008403E7"/>
    <w:rsid w:val="00843F3A"/>
    <w:rsid w:val="00847ED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D535D"/>
    <w:rsid w:val="008D73BD"/>
    <w:rsid w:val="008E1C72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3C09"/>
    <w:rsid w:val="009349BC"/>
    <w:rsid w:val="0093627A"/>
    <w:rsid w:val="00960875"/>
    <w:rsid w:val="00960CAC"/>
    <w:rsid w:val="0096632D"/>
    <w:rsid w:val="00971BD0"/>
    <w:rsid w:val="0097563D"/>
    <w:rsid w:val="00976666"/>
    <w:rsid w:val="00982697"/>
    <w:rsid w:val="00984DBF"/>
    <w:rsid w:val="00990799"/>
    <w:rsid w:val="00990EC6"/>
    <w:rsid w:val="00994A2C"/>
    <w:rsid w:val="00996BAE"/>
    <w:rsid w:val="0099744A"/>
    <w:rsid w:val="009A46DE"/>
    <w:rsid w:val="009B1AF3"/>
    <w:rsid w:val="009B5393"/>
    <w:rsid w:val="009B73A5"/>
    <w:rsid w:val="009C00B9"/>
    <w:rsid w:val="009C34E6"/>
    <w:rsid w:val="009C5BE1"/>
    <w:rsid w:val="009D58F6"/>
    <w:rsid w:val="009E10F0"/>
    <w:rsid w:val="009F3037"/>
    <w:rsid w:val="009F49BF"/>
    <w:rsid w:val="00A012CE"/>
    <w:rsid w:val="00A01785"/>
    <w:rsid w:val="00A017B4"/>
    <w:rsid w:val="00A028C4"/>
    <w:rsid w:val="00A06589"/>
    <w:rsid w:val="00A111CB"/>
    <w:rsid w:val="00A116B3"/>
    <w:rsid w:val="00A11953"/>
    <w:rsid w:val="00A24D92"/>
    <w:rsid w:val="00A24F99"/>
    <w:rsid w:val="00A256A9"/>
    <w:rsid w:val="00A32155"/>
    <w:rsid w:val="00A349F8"/>
    <w:rsid w:val="00A40642"/>
    <w:rsid w:val="00A4075E"/>
    <w:rsid w:val="00A414B4"/>
    <w:rsid w:val="00A41F98"/>
    <w:rsid w:val="00A47405"/>
    <w:rsid w:val="00A624A3"/>
    <w:rsid w:val="00A63F9D"/>
    <w:rsid w:val="00A67C68"/>
    <w:rsid w:val="00A72A8F"/>
    <w:rsid w:val="00A74DFE"/>
    <w:rsid w:val="00AA5327"/>
    <w:rsid w:val="00AA6160"/>
    <w:rsid w:val="00AA75FC"/>
    <w:rsid w:val="00AB2C10"/>
    <w:rsid w:val="00AB74BD"/>
    <w:rsid w:val="00AC051F"/>
    <w:rsid w:val="00AC15E1"/>
    <w:rsid w:val="00AC5502"/>
    <w:rsid w:val="00AD3838"/>
    <w:rsid w:val="00AF2705"/>
    <w:rsid w:val="00AF495D"/>
    <w:rsid w:val="00AF54A5"/>
    <w:rsid w:val="00AF7F13"/>
    <w:rsid w:val="00B02924"/>
    <w:rsid w:val="00B072F1"/>
    <w:rsid w:val="00B10BC9"/>
    <w:rsid w:val="00B14D78"/>
    <w:rsid w:val="00B30713"/>
    <w:rsid w:val="00B35E63"/>
    <w:rsid w:val="00B37621"/>
    <w:rsid w:val="00B443E1"/>
    <w:rsid w:val="00B462ED"/>
    <w:rsid w:val="00B602BD"/>
    <w:rsid w:val="00B65D13"/>
    <w:rsid w:val="00B67410"/>
    <w:rsid w:val="00B67DA4"/>
    <w:rsid w:val="00B726B4"/>
    <w:rsid w:val="00B740C1"/>
    <w:rsid w:val="00B818AF"/>
    <w:rsid w:val="00B826AF"/>
    <w:rsid w:val="00B8365C"/>
    <w:rsid w:val="00B8580F"/>
    <w:rsid w:val="00B85B2C"/>
    <w:rsid w:val="00B923F1"/>
    <w:rsid w:val="00B92894"/>
    <w:rsid w:val="00B942D7"/>
    <w:rsid w:val="00B97A02"/>
    <w:rsid w:val="00BA549B"/>
    <w:rsid w:val="00BB2B18"/>
    <w:rsid w:val="00BB3B92"/>
    <w:rsid w:val="00BC181B"/>
    <w:rsid w:val="00BD38F6"/>
    <w:rsid w:val="00BD65AC"/>
    <w:rsid w:val="00BD6882"/>
    <w:rsid w:val="00BD7940"/>
    <w:rsid w:val="00BE051B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65D9"/>
    <w:rsid w:val="00C27BA9"/>
    <w:rsid w:val="00C33773"/>
    <w:rsid w:val="00C3442B"/>
    <w:rsid w:val="00C35145"/>
    <w:rsid w:val="00C355F0"/>
    <w:rsid w:val="00C42D83"/>
    <w:rsid w:val="00C45FAD"/>
    <w:rsid w:val="00C4605A"/>
    <w:rsid w:val="00C547BC"/>
    <w:rsid w:val="00C56AE9"/>
    <w:rsid w:val="00C64B18"/>
    <w:rsid w:val="00C679DE"/>
    <w:rsid w:val="00C741B5"/>
    <w:rsid w:val="00C75132"/>
    <w:rsid w:val="00C82045"/>
    <w:rsid w:val="00C85F5D"/>
    <w:rsid w:val="00C871DE"/>
    <w:rsid w:val="00C9096D"/>
    <w:rsid w:val="00C913DD"/>
    <w:rsid w:val="00C92265"/>
    <w:rsid w:val="00C95D82"/>
    <w:rsid w:val="00C96E19"/>
    <w:rsid w:val="00CA255E"/>
    <w:rsid w:val="00CA5629"/>
    <w:rsid w:val="00CA5C8F"/>
    <w:rsid w:val="00CA5DB5"/>
    <w:rsid w:val="00CB0FFB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C66"/>
    <w:rsid w:val="00D514A5"/>
    <w:rsid w:val="00D521FD"/>
    <w:rsid w:val="00D541F1"/>
    <w:rsid w:val="00D54A31"/>
    <w:rsid w:val="00D54A53"/>
    <w:rsid w:val="00D54DAB"/>
    <w:rsid w:val="00D606C9"/>
    <w:rsid w:val="00D626D1"/>
    <w:rsid w:val="00D63ACF"/>
    <w:rsid w:val="00D75B5C"/>
    <w:rsid w:val="00D76E26"/>
    <w:rsid w:val="00D80586"/>
    <w:rsid w:val="00D82983"/>
    <w:rsid w:val="00D85582"/>
    <w:rsid w:val="00D85EE9"/>
    <w:rsid w:val="00D85F5C"/>
    <w:rsid w:val="00D86339"/>
    <w:rsid w:val="00D86E50"/>
    <w:rsid w:val="00D87B5D"/>
    <w:rsid w:val="00D87F57"/>
    <w:rsid w:val="00D94915"/>
    <w:rsid w:val="00D96872"/>
    <w:rsid w:val="00D9708A"/>
    <w:rsid w:val="00D97399"/>
    <w:rsid w:val="00DA644F"/>
    <w:rsid w:val="00DA7872"/>
    <w:rsid w:val="00DB277E"/>
    <w:rsid w:val="00DB4FE4"/>
    <w:rsid w:val="00DB5790"/>
    <w:rsid w:val="00DC06EC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05F4"/>
    <w:rsid w:val="00E0123C"/>
    <w:rsid w:val="00E06745"/>
    <w:rsid w:val="00E06874"/>
    <w:rsid w:val="00E1060D"/>
    <w:rsid w:val="00E12C34"/>
    <w:rsid w:val="00E144F2"/>
    <w:rsid w:val="00E14EF3"/>
    <w:rsid w:val="00E20E38"/>
    <w:rsid w:val="00E2314F"/>
    <w:rsid w:val="00E26E9D"/>
    <w:rsid w:val="00E36161"/>
    <w:rsid w:val="00E4600D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87A59"/>
    <w:rsid w:val="00E907C9"/>
    <w:rsid w:val="00E91BEB"/>
    <w:rsid w:val="00E93AC8"/>
    <w:rsid w:val="00EA1488"/>
    <w:rsid w:val="00EB0C96"/>
    <w:rsid w:val="00EB1385"/>
    <w:rsid w:val="00EB57EF"/>
    <w:rsid w:val="00EB7677"/>
    <w:rsid w:val="00EC5525"/>
    <w:rsid w:val="00ED071D"/>
    <w:rsid w:val="00ED29A4"/>
    <w:rsid w:val="00ED41E8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6F1D"/>
    <w:rsid w:val="00F217C0"/>
    <w:rsid w:val="00F24893"/>
    <w:rsid w:val="00F25E9B"/>
    <w:rsid w:val="00F30908"/>
    <w:rsid w:val="00F4318C"/>
    <w:rsid w:val="00F46877"/>
    <w:rsid w:val="00F472E6"/>
    <w:rsid w:val="00F52E9A"/>
    <w:rsid w:val="00F55F54"/>
    <w:rsid w:val="00F63CBE"/>
    <w:rsid w:val="00F652C0"/>
    <w:rsid w:val="00F76FB8"/>
    <w:rsid w:val="00F86CB3"/>
    <w:rsid w:val="00F919E6"/>
    <w:rsid w:val="00FA1648"/>
    <w:rsid w:val="00FA1F9E"/>
    <w:rsid w:val="00FA1FAE"/>
    <w:rsid w:val="00FA2DA0"/>
    <w:rsid w:val="00FA4866"/>
    <w:rsid w:val="00FA4F16"/>
    <w:rsid w:val="00FA5403"/>
    <w:rsid w:val="00FB180D"/>
    <w:rsid w:val="00FB2A8B"/>
    <w:rsid w:val="00FB64D6"/>
    <w:rsid w:val="00FB780E"/>
    <w:rsid w:val="00FC1023"/>
    <w:rsid w:val="00FC16AB"/>
    <w:rsid w:val="00FC726B"/>
    <w:rsid w:val="00FD4EC7"/>
    <w:rsid w:val="00FD52DA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B15C13"/>
  <w15:docId w15:val="{6984B98B-3CC4-4407-99D5-60162C1A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99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3119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uiPriority w:val="99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Loendilik">
    <w:name w:val="List Paragraph"/>
    <w:basedOn w:val="Normaallaad"/>
    <w:uiPriority w:val="34"/>
    <w:qFormat/>
    <w:rsid w:val="00661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4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LOK2S58M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ep.dotx</Template>
  <TotalTime>12</TotalTime>
  <Pages>3</Pages>
  <Words>390</Words>
  <Characters>3023</Characters>
  <Application>Microsoft Office Word</Application>
  <DocSecurity>0</DocSecurity>
  <Lines>25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3407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7</cp:revision>
  <cp:lastPrinted>2015-07-06T09:24:00Z</cp:lastPrinted>
  <dcterms:created xsi:type="dcterms:W3CDTF">2025-05-07T11:19:00Z</dcterms:created>
  <dcterms:modified xsi:type="dcterms:W3CDTF">2025-05-07T11:30:00Z</dcterms:modified>
</cp:coreProperties>
</file>